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0E" w:rsidRPr="00B42449" w:rsidRDefault="004A020E" w:rsidP="00A73723">
      <w:pPr>
        <w:jc w:val="center"/>
        <w:rPr>
          <w:rFonts w:ascii="Comic Sans MS" w:hAnsi="Comic Sans MS" w:cs="Comic Sans MS"/>
          <w:sz w:val="28"/>
          <w:szCs w:val="28"/>
          <w:u w:val="single"/>
        </w:rPr>
      </w:pPr>
      <w:r w:rsidRPr="00B42449">
        <w:rPr>
          <w:rFonts w:ascii="Comic Sans MS" w:hAnsi="Comic Sans MS" w:cs="Comic Sans MS"/>
          <w:sz w:val="28"/>
          <w:szCs w:val="28"/>
          <w:u w:val="single"/>
        </w:rPr>
        <w:t>Social Studies Reflection</w:t>
      </w:r>
    </w:p>
    <w:p w:rsidR="004A020E" w:rsidRPr="00B42449" w:rsidRDefault="004A020E" w:rsidP="00A73723">
      <w:p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Name</w:t>
      </w:r>
      <w:r>
        <w:rPr>
          <w:rFonts w:ascii="Comic Sans MS" w:hAnsi="Comic Sans MS" w:cs="Comic Sans MS"/>
          <w:sz w:val="28"/>
          <w:szCs w:val="28"/>
        </w:rPr>
        <w:t xml:space="preserve"> Joseph Branco </w:t>
      </w:r>
    </w:p>
    <w:p w:rsidR="004A020E" w:rsidRDefault="004A020E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Which chapter in World History did you enjoy most this year and why?</w:t>
      </w:r>
      <w:r>
        <w:rPr>
          <w:rFonts w:ascii="Comic Sans MS" w:hAnsi="Comic Sans MS" w:cs="Comic Sans MS"/>
          <w:sz w:val="28"/>
          <w:szCs w:val="28"/>
        </w:rPr>
        <w:t xml:space="preserve"> My favorite chapter is chapter ten Ancient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 w:cs="Comic Sans MS"/>
              <w:sz w:val="28"/>
              <w:szCs w:val="28"/>
            </w:rPr>
            <w:t>Rome</w:t>
          </w:r>
        </w:smartTag>
      </w:smartTag>
      <w:r>
        <w:rPr>
          <w:rFonts w:ascii="Comic Sans MS" w:hAnsi="Comic Sans MS" w:cs="Comic Sans MS"/>
          <w:sz w:val="28"/>
          <w:szCs w:val="28"/>
        </w:rPr>
        <w:t xml:space="preserve">. I liked this chapter because Ancient Rome is interesting because it was the biggest empire in the Ancient world. Americans also got there alphabet and some of their language. </w:t>
      </w:r>
    </w:p>
    <w:p w:rsidR="004A020E" w:rsidRPr="00B42449" w:rsidRDefault="004A020E" w:rsidP="007A1F3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pStyle w:val="ListParagraph"/>
        <w:ind w:left="360"/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B42449">
      <w:pPr>
        <w:pStyle w:val="ListParagraph"/>
        <w:ind w:left="0"/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Describe some of the things that you learned in that chapter.</w:t>
      </w:r>
      <w:r>
        <w:rPr>
          <w:rFonts w:ascii="Comic Sans MS" w:hAnsi="Comic Sans MS" w:cs="Comic Sans MS"/>
          <w:sz w:val="28"/>
          <w:szCs w:val="28"/>
        </w:rPr>
        <w:t xml:space="preserve"> Two things that I learned during that chapter were how powerful Ancient Rome was a powerful empire. I also learned that we got most of are spelling and language from the Roman Empire. Another thing I learned during that chapter is how the Roman Empire won three battles against Carthage.</w:t>
      </w: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A73723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What new skills have you learned throughout the year?</w:t>
      </w: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93489C">
      <w:pPr>
        <w:rPr>
          <w:rFonts w:ascii="Comic Sans MS" w:hAnsi="Comic Sans MS" w:cs="Comic Sans MS"/>
          <w:sz w:val="28"/>
          <w:szCs w:val="28"/>
        </w:rPr>
      </w:pPr>
    </w:p>
    <w:p w:rsidR="004A020E" w:rsidRPr="00B42449" w:rsidRDefault="004A020E" w:rsidP="00785B4B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8"/>
          <w:szCs w:val="28"/>
        </w:rPr>
      </w:pPr>
      <w:r w:rsidRPr="00B42449">
        <w:rPr>
          <w:rFonts w:ascii="Comic Sans MS" w:hAnsi="Comic Sans MS" w:cs="Comic Sans MS"/>
          <w:sz w:val="28"/>
          <w:szCs w:val="28"/>
        </w:rPr>
        <w:t>How can you apply this knowledge to the real world?</w:t>
      </w:r>
    </w:p>
    <w:p w:rsidR="004A020E" w:rsidRPr="00B42449" w:rsidRDefault="004A020E" w:rsidP="00A73723">
      <w:pPr>
        <w:ind w:left="360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 xml:space="preserve">I can apply this knowledge to the real world if I go to Rome I will know that is were the Roman Empire started and ended. I could also teach people about the Roman Empire. </w:t>
      </w:r>
    </w:p>
    <w:sectPr w:rsidR="004A020E" w:rsidRPr="00B42449" w:rsidSect="004D7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A7D8F"/>
    <w:multiLevelType w:val="hybridMultilevel"/>
    <w:tmpl w:val="F76EDD1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723"/>
    <w:rsid w:val="001F1BF1"/>
    <w:rsid w:val="002E5070"/>
    <w:rsid w:val="003E5597"/>
    <w:rsid w:val="00426E02"/>
    <w:rsid w:val="004A020E"/>
    <w:rsid w:val="004D7F35"/>
    <w:rsid w:val="0057693B"/>
    <w:rsid w:val="0061108C"/>
    <w:rsid w:val="00785B4B"/>
    <w:rsid w:val="007A1F39"/>
    <w:rsid w:val="0093489C"/>
    <w:rsid w:val="00A03285"/>
    <w:rsid w:val="00A73723"/>
    <w:rsid w:val="00AF48FC"/>
    <w:rsid w:val="00B34725"/>
    <w:rsid w:val="00B42449"/>
    <w:rsid w:val="00B80FF5"/>
    <w:rsid w:val="00C92F11"/>
    <w:rsid w:val="00D22F6D"/>
    <w:rsid w:val="00DA02E6"/>
    <w:rsid w:val="00EE6B76"/>
    <w:rsid w:val="00F536BB"/>
    <w:rsid w:val="00FE3933"/>
    <w:rsid w:val="00FF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F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372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3285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147</Words>
  <Characters>842</Characters>
  <Application>Microsoft Office Outlook</Application>
  <DocSecurity>0</DocSecurity>
  <Lines>0</Lines>
  <Paragraphs>0</Paragraphs>
  <ScaleCrop>false</ScaleCrop>
  <Company>FTBOE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jbranco</dc:creator>
  <cp:keywords/>
  <dc:description/>
  <cp:lastModifiedBy>jbranco</cp:lastModifiedBy>
  <cp:revision>6</cp:revision>
  <cp:lastPrinted>2010-05-12T18:11:00Z</cp:lastPrinted>
  <dcterms:created xsi:type="dcterms:W3CDTF">2010-05-12T11:42:00Z</dcterms:created>
  <dcterms:modified xsi:type="dcterms:W3CDTF">2011-05-10T17:03:00Z</dcterms:modified>
</cp:coreProperties>
</file>